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1921E0C8"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bookmarkEnd w:id="0"/>
      <w:bookmarkEnd w:id="1"/>
      <w:bookmarkEnd w:id="2"/>
      <w:bookmarkEnd w:id="3"/>
      <w:r w:rsidR="00D0472A">
        <w:rPr>
          <w:lang w:val="en-GB"/>
        </w:rPr>
        <w:t xml:space="preserve"> 27-G003-25</w:t>
      </w:r>
      <w:r w:rsidR="00D0472A" w:rsidRPr="00032400">
        <w:rPr>
          <w:rFonts w:asciiTheme="minorHAnsi" w:hAnsiTheme="minorHAnsi" w:cstheme="minorHAnsi"/>
          <w:lang w:val="en-GB" w:eastAsia="ko-KR"/>
        </w:rPr>
        <w:t xml:space="preserve"> </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4D56E903"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E745D8">
        <w:rPr>
          <w:rFonts w:ascii="Calibri" w:hAnsi="Calibri" w:cs="Calibri"/>
          <w:lang w:val="en-GB"/>
        </w:rPr>
        <w:t>Ministry of Infrastructure and Sustainable Energy (MISE)</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18796712"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w:t>
      </w:r>
      <w:r w:rsidR="00CA15DD">
        <w:rPr>
          <w:rFonts w:ascii="Calibri" w:eastAsia="Times New Roman" w:hAnsi="Calibri" w:cs="Calibri"/>
          <w:b/>
          <w:i/>
          <w:iCs/>
          <w:lang w:val="en-GB"/>
        </w:rPr>
        <w:t>e</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2E6CBC5C" w14:textId="77777777" w:rsidR="00811892" w:rsidRDefault="00811892" w:rsidP="00166C12">
      <w:pPr>
        <w:rPr>
          <w:lang w:val="en-GB"/>
        </w:rPr>
      </w:pPr>
    </w:p>
    <w:p w14:paraId="3046E0B4" w14:textId="77777777" w:rsidR="00811892" w:rsidRPr="006249AE" w:rsidRDefault="00811892" w:rsidP="00811892">
      <w:pPr>
        <w:rPr>
          <w:lang w:val="en-GB"/>
        </w:rPr>
      </w:pPr>
      <w:r w:rsidRPr="006249AE">
        <w:rPr>
          <w:lang w:val="en-GB"/>
        </w:rPr>
        <w:t>To: Secretary</w:t>
      </w:r>
    </w:p>
    <w:p w14:paraId="2A272059" w14:textId="77777777" w:rsidR="00811892" w:rsidRPr="006249AE" w:rsidRDefault="00811892" w:rsidP="00811892">
      <w:pPr>
        <w:rPr>
          <w:lang w:val="en-GB"/>
        </w:rPr>
      </w:pPr>
      <w:r w:rsidRPr="006249AE">
        <w:rPr>
          <w:lang w:val="en-GB"/>
        </w:rPr>
        <w:t xml:space="preserve">       Ministry of Finance &amp; Economic Development</w:t>
      </w:r>
    </w:p>
    <w:p w14:paraId="3A10D0B2" w14:textId="77777777" w:rsidR="00811892" w:rsidRPr="006249AE" w:rsidRDefault="00811892" w:rsidP="00811892">
      <w:pPr>
        <w:rPr>
          <w:lang w:val="en-GB"/>
        </w:rPr>
      </w:pPr>
      <w:r w:rsidRPr="006249AE">
        <w:rPr>
          <w:lang w:val="en-GB"/>
        </w:rPr>
        <w:t xml:space="preserve">       Bairiki, Tarawa</w:t>
      </w:r>
    </w:p>
    <w:p w14:paraId="322318C1" w14:textId="77777777" w:rsidR="00811892" w:rsidRPr="006249AE" w:rsidRDefault="00811892" w:rsidP="00811892">
      <w:pPr>
        <w:rPr>
          <w:lang w:val="en-GB"/>
        </w:rPr>
      </w:pPr>
      <w:r w:rsidRPr="006249AE">
        <w:rPr>
          <w:lang w:val="en-GB"/>
        </w:rPr>
        <w:t xml:space="preserve">       Republic of Kiribati</w:t>
      </w:r>
    </w:p>
    <w:p w14:paraId="077960A9" w14:textId="77777777" w:rsidR="00811892" w:rsidRPr="006249AE" w:rsidRDefault="00811892" w:rsidP="00811892">
      <w:pPr>
        <w:rPr>
          <w:lang w:val="en-GB"/>
        </w:rPr>
      </w:pPr>
    </w:p>
    <w:p w14:paraId="567DDDE1" w14:textId="77777777" w:rsidR="00811892" w:rsidRPr="006249AE" w:rsidRDefault="00811892" w:rsidP="00811892">
      <w:pPr>
        <w:rPr>
          <w:lang w:val="en-GB"/>
        </w:rPr>
      </w:pPr>
      <w:r w:rsidRPr="006249AE">
        <w:rPr>
          <w:lang w:val="en-GB"/>
        </w:rPr>
        <w:t>Attention: Central Procurement Unit</w:t>
      </w:r>
    </w:p>
    <w:p w14:paraId="35B5DA34" w14:textId="3190786B" w:rsidR="00811892" w:rsidRPr="006249AE" w:rsidRDefault="00811892" w:rsidP="00811892">
      <w:pPr>
        <w:rPr>
          <w:lang w:val="en-GB"/>
        </w:rPr>
      </w:pPr>
      <w:r w:rsidRPr="006249AE">
        <w:rPr>
          <w:lang w:val="en-GB"/>
        </w:rPr>
        <w:t>Procurement number:</w:t>
      </w:r>
      <w:r w:rsidR="00D0472A">
        <w:rPr>
          <w:lang w:val="en-GB"/>
        </w:rPr>
        <w:t xml:space="preserve"> 27-G003-25</w:t>
      </w:r>
    </w:p>
    <w:p w14:paraId="7344C502" w14:textId="77777777" w:rsidR="00811892" w:rsidRPr="00B41F59" w:rsidRDefault="00811892" w:rsidP="00166C12">
      <w:pPr>
        <w:rPr>
          <w:lang w:val="en-GB"/>
        </w:rPr>
      </w:pP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0DE9F56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811892">
        <w:rPr>
          <w:rFonts w:ascii="Calibri" w:eastAsia="Times New Roman" w:hAnsi="Calibri" w:cs="Calibri"/>
          <w:lang w:val="en-GB"/>
        </w:rPr>
        <w:t>d</w:t>
      </w:r>
      <w:r w:rsidR="00A41E0B" w:rsidRPr="007F3777">
        <w:rPr>
          <w:rFonts w:ascii="Calibri" w:eastAsia="Times New Roman" w:hAnsi="Calibri" w:cs="Calibri"/>
          <w:lang w:val="en-GB"/>
        </w:rPr>
        <w:t xml:space="preserve"> and </w:t>
      </w:r>
      <w:r w:rsidR="00811892">
        <w:rPr>
          <w:rFonts w:ascii="Calibri" w:eastAsia="Times New Roman" w:hAnsi="Calibri" w:cs="Calibri"/>
          <w:lang w:val="en-GB"/>
        </w:rPr>
        <w:t>e</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16FEE4E" w14:textId="77777777" w:rsidR="00811892" w:rsidRPr="007F3777" w:rsidRDefault="00811892" w:rsidP="00811892">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2E15F204" w14:textId="77777777" w:rsidR="00811892" w:rsidRDefault="00811892" w:rsidP="00811892">
      <w:pPr>
        <w:pStyle w:val="ListParagraph"/>
        <w:numPr>
          <w:ilvl w:val="0"/>
          <w:numId w:val="6"/>
        </w:numPr>
        <w:spacing w:before="120"/>
        <w:ind w:leftChars="0"/>
        <w:rPr>
          <w:rFonts w:cs="Calibri"/>
          <w:sz w:val="24"/>
          <w:szCs w:val="24"/>
          <w:lang w:val="en-GB"/>
        </w:rPr>
      </w:pPr>
      <w:r>
        <w:rPr>
          <w:rFonts w:cs="Calibri"/>
          <w:sz w:val="24"/>
          <w:szCs w:val="24"/>
          <w:lang w:val="en-GB"/>
        </w:rPr>
        <w:t xml:space="preserve">Qualification documents such as: </w:t>
      </w:r>
    </w:p>
    <w:p w14:paraId="1AF24877" w14:textId="77777777" w:rsidR="00811892" w:rsidRDefault="00811892" w:rsidP="00811892">
      <w:pPr>
        <w:ind w:left="360"/>
        <w:rPr>
          <w:rFonts w:cs="Calibri"/>
          <w:lang w:val="en-GB"/>
        </w:rPr>
      </w:pPr>
      <w:r>
        <w:rPr>
          <w:rFonts w:cs="Calibri"/>
          <w:lang w:val="en-GB"/>
        </w:rPr>
        <w:t>b(i) Certified business registration from MTCIC for local tenderers and a valid business registration for international tenderers</w:t>
      </w:r>
    </w:p>
    <w:p w14:paraId="5BD2BBDF" w14:textId="77777777" w:rsidR="00811892" w:rsidRDefault="00811892" w:rsidP="00811892">
      <w:pPr>
        <w:ind w:left="360"/>
        <w:rPr>
          <w:rFonts w:cs="Calibri"/>
          <w:lang w:val="en-GB"/>
        </w:rPr>
      </w:pPr>
      <w:r>
        <w:rPr>
          <w:rFonts w:cs="Calibri"/>
          <w:lang w:val="en-GB"/>
        </w:rPr>
        <w:t>b(ii) Tax clearance letter from Tax Office. Those having tax debts should be having instalment agreement with the Tax Office</w:t>
      </w:r>
    </w:p>
    <w:p w14:paraId="3E7E2E28" w14:textId="77777777" w:rsidR="00811892" w:rsidRDefault="00811892" w:rsidP="00811892">
      <w:pPr>
        <w:ind w:left="360"/>
        <w:rPr>
          <w:rFonts w:cs="Calibri"/>
          <w:lang w:val="en-GB"/>
        </w:rPr>
      </w:pPr>
      <w:r>
        <w:rPr>
          <w:rFonts w:cs="Calibri"/>
          <w:lang w:val="en-GB"/>
        </w:rPr>
        <w:t>b(iii) Operational business license</w:t>
      </w:r>
    </w:p>
    <w:p w14:paraId="09BD8DB3" w14:textId="77777777" w:rsidR="00811892" w:rsidRPr="00032400" w:rsidRDefault="00811892" w:rsidP="00811892">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Certificate of Compliance Form</w:t>
      </w:r>
    </w:p>
    <w:p w14:paraId="47F1C559" w14:textId="77777777" w:rsidR="00811892" w:rsidRPr="007F3777" w:rsidRDefault="00811892" w:rsidP="00811892">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Technical component</w:t>
      </w:r>
    </w:p>
    <w:p w14:paraId="212CBF73" w14:textId="77777777" w:rsidR="00811892" w:rsidRPr="007F3777" w:rsidRDefault="00811892" w:rsidP="00811892">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Pr>
          <w:rFonts w:cs="Calibri"/>
          <w:sz w:val="24"/>
          <w:szCs w:val="24"/>
          <w:lang w:val="en-GB"/>
        </w:rPr>
        <w:t>, including a</w:t>
      </w:r>
      <w:r w:rsidRPr="000D785C">
        <w:rPr>
          <w:rFonts w:cs="Calibri"/>
          <w:sz w:val="24"/>
          <w:szCs w:val="24"/>
          <w:lang w:val="en-GB"/>
        </w:rPr>
        <w:t>nnual financial reports</w:t>
      </w:r>
    </w:p>
    <w:p w14:paraId="4C4F7706" w14:textId="1F4828E1"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ence to which of a</w:t>
      </w:r>
      <w:r w:rsidR="00811892">
        <w:rPr>
          <w:rFonts w:ascii="Calibri" w:eastAsia="Times New Roman" w:hAnsi="Calibri" w:cs="Calibri"/>
          <w:lang w:val="en-GB"/>
        </w:rPr>
        <w:t>-e</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w:t>
      </w:r>
      <w:r w:rsidRPr="007F3777">
        <w:rPr>
          <w:rFonts w:ascii="Calibri" w:hAnsi="Calibri" w:cs="Calibri"/>
          <w:lang w:val="en-GB"/>
        </w:rPr>
        <w:lastRenderedPageBreak/>
        <w:t xml:space="preserve">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lastRenderedPageBreak/>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35821E" w14:textId="77777777" w:rsidR="0086749B" w:rsidRDefault="0086749B">
      <w:r>
        <w:separator/>
      </w:r>
    </w:p>
  </w:endnote>
  <w:endnote w:type="continuationSeparator" w:id="0">
    <w:p w14:paraId="4985E2B1" w14:textId="77777777" w:rsidR="0086749B" w:rsidRDefault="0086749B">
      <w:r>
        <w:continuationSeparator/>
      </w:r>
    </w:p>
  </w:endnote>
  <w:endnote w:type="continuationNotice" w:id="1">
    <w:p w14:paraId="026FF38B" w14:textId="77777777" w:rsidR="0086749B" w:rsidRDefault="008674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4B2D71EE" w:rsidR="00133D55" w:rsidRDefault="00133D55" w:rsidP="004878F3">
    <w:pPr>
      <w:pStyle w:val="Footer"/>
    </w:pPr>
    <w:r>
      <w:fldChar w:fldCharType="begin"/>
    </w:r>
    <w:r>
      <w:instrText xml:space="preserve"> DATE \@ "yyyy-MM-dd" </w:instrText>
    </w:r>
    <w:r>
      <w:fldChar w:fldCharType="separate"/>
    </w:r>
    <w:r w:rsidR="00D0472A">
      <w:rPr>
        <w:noProof/>
      </w:rPr>
      <w:t>2025-08-15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4696CA" w14:textId="77777777" w:rsidR="0086749B" w:rsidRDefault="0086749B">
      <w:r>
        <w:separator/>
      </w:r>
    </w:p>
  </w:footnote>
  <w:footnote w:type="continuationSeparator" w:id="0">
    <w:p w14:paraId="2AABFA97" w14:textId="77777777" w:rsidR="0086749B" w:rsidRDefault="0086749B">
      <w:r>
        <w:continuationSeparator/>
      </w:r>
    </w:p>
  </w:footnote>
  <w:footnote w:type="continuationNotice" w:id="1">
    <w:p w14:paraId="377B7476" w14:textId="77777777" w:rsidR="0086749B" w:rsidRDefault="0086749B"/>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3FCE4F25"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35745596">
    <w:abstractNumId w:val="1"/>
  </w:num>
  <w:num w:numId="2" w16cid:durableId="136533904">
    <w:abstractNumId w:val="12"/>
  </w:num>
  <w:num w:numId="3" w16cid:durableId="617955123">
    <w:abstractNumId w:val="13"/>
  </w:num>
  <w:num w:numId="4" w16cid:durableId="1491365556">
    <w:abstractNumId w:val="7"/>
  </w:num>
  <w:num w:numId="5" w16cid:durableId="1383210542">
    <w:abstractNumId w:val="6"/>
  </w:num>
  <w:num w:numId="6" w16cid:durableId="87897672">
    <w:abstractNumId w:val="9"/>
  </w:num>
  <w:num w:numId="7" w16cid:durableId="767508942">
    <w:abstractNumId w:val="8"/>
  </w:num>
  <w:num w:numId="8" w16cid:durableId="678771523">
    <w:abstractNumId w:val="11"/>
  </w:num>
  <w:num w:numId="9" w16cid:durableId="1182937742">
    <w:abstractNumId w:val="0"/>
  </w:num>
  <w:num w:numId="10" w16cid:durableId="970944814">
    <w:abstractNumId w:val="10"/>
  </w:num>
  <w:num w:numId="11" w16cid:durableId="1591890402">
    <w:abstractNumId w:val="4"/>
  </w:num>
  <w:num w:numId="12" w16cid:durableId="1729108037">
    <w:abstractNumId w:val="3"/>
  </w:num>
  <w:num w:numId="13" w16cid:durableId="1440023993">
    <w:abstractNumId w:val="5"/>
  </w:num>
  <w:num w:numId="14" w16cid:durableId="154169866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4890"/>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25D1"/>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27413"/>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70"/>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892"/>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49B"/>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5DD"/>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72A"/>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5D8"/>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BD1"/>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7</Pages>
  <Words>1839</Words>
  <Characters>10485</Characters>
  <Application>Microsoft Office Word</Application>
  <DocSecurity>0</DocSecurity>
  <Lines>87</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12300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7</cp:revision>
  <cp:lastPrinted>2013-10-18T08:32:00Z</cp:lastPrinted>
  <dcterms:created xsi:type="dcterms:W3CDTF">2020-12-01T12:58:00Z</dcterms:created>
  <dcterms:modified xsi:type="dcterms:W3CDTF">2025-08-14T21:36:00Z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